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0ED08" w14:textId="77777777" w:rsidR="006E5D65" w:rsidRPr="00EC0A7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="00D8678B" w:rsidRPr="00EC0A7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C0A7D">
        <w:rPr>
          <w:rFonts w:ascii="Corbel" w:hAnsi="Corbel"/>
          <w:bCs/>
          <w:i/>
          <w:sz w:val="24"/>
          <w:szCs w:val="24"/>
        </w:rPr>
        <w:t>1.5</w:t>
      </w:r>
      <w:r w:rsidR="00D8678B" w:rsidRPr="00EC0A7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C0A7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C0A7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C0A7D">
        <w:rPr>
          <w:rFonts w:ascii="Corbel" w:hAnsi="Corbel"/>
          <w:bCs/>
          <w:i/>
          <w:sz w:val="24"/>
          <w:szCs w:val="24"/>
        </w:rPr>
        <w:t>12/2019</w:t>
      </w:r>
    </w:p>
    <w:p w14:paraId="3B30ED09" w14:textId="77777777" w:rsidR="0085747A" w:rsidRPr="00EC0A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14:paraId="3B30ED0A" w14:textId="5890A4CE" w:rsidR="0085747A" w:rsidRPr="00EC0A7D" w:rsidRDefault="0071620A" w:rsidP="3C8B879A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3C8B879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EC0A7D" w:rsidRPr="3C8B879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F7152B" w:rsidRPr="3C8B879A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="1146B0B6" w:rsidRPr="3C8B879A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="00EC0A7D" w:rsidRPr="3C8B879A">
        <w:rPr>
          <w:rFonts w:ascii="Corbel" w:hAnsi="Corbel"/>
          <w:b/>
          <w:bCs/>
          <w:i/>
          <w:iCs/>
          <w:smallCaps/>
          <w:sz w:val="24"/>
          <w:szCs w:val="24"/>
        </w:rPr>
        <w:t>-</w:t>
      </w:r>
      <w:r w:rsidR="00F7152B" w:rsidRPr="3C8B879A">
        <w:rPr>
          <w:rFonts w:ascii="Corbel" w:hAnsi="Corbel"/>
          <w:b/>
          <w:bCs/>
          <w:i/>
          <w:iCs/>
          <w:smallCaps/>
          <w:sz w:val="24"/>
          <w:szCs w:val="24"/>
        </w:rPr>
        <w:t>202</w:t>
      </w:r>
      <w:r w:rsidR="7B614D69" w:rsidRPr="3C8B879A">
        <w:rPr>
          <w:rFonts w:ascii="Corbel" w:hAnsi="Corbel"/>
          <w:b/>
          <w:bCs/>
          <w:i/>
          <w:iCs/>
          <w:smallCaps/>
          <w:sz w:val="24"/>
          <w:szCs w:val="24"/>
        </w:rPr>
        <w:t>3</w:t>
      </w:r>
    </w:p>
    <w:p w14:paraId="3B30ED0B" w14:textId="5EAC4784" w:rsidR="0085747A" w:rsidRPr="00EC0A7D" w:rsidRDefault="0085747A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B30ED0C" w14:textId="5237361B" w:rsidR="00445970" w:rsidRPr="00EC0A7D" w:rsidRDefault="00C84CDE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  <w:t>Rok akademicki 202</w:t>
      </w:r>
      <w:r w:rsidR="00EC0A7D">
        <w:rPr>
          <w:rFonts w:ascii="Corbel" w:hAnsi="Corbel"/>
          <w:sz w:val="24"/>
          <w:szCs w:val="24"/>
        </w:rPr>
        <w:t>2</w:t>
      </w:r>
      <w:r w:rsidRPr="00EC0A7D">
        <w:rPr>
          <w:rFonts w:ascii="Corbel" w:hAnsi="Corbel"/>
          <w:sz w:val="24"/>
          <w:szCs w:val="24"/>
        </w:rPr>
        <w:t>/202</w:t>
      </w:r>
      <w:r w:rsidR="00EC0A7D">
        <w:rPr>
          <w:rFonts w:ascii="Corbel" w:hAnsi="Corbel"/>
          <w:sz w:val="24"/>
          <w:szCs w:val="24"/>
        </w:rPr>
        <w:t>3</w:t>
      </w:r>
    </w:p>
    <w:p w14:paraId="3B30ED0D" w14:textId="77777777" w:rsidR="0085747A" w:rsidRPr="00EC0A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30ED0E" w14:textId="77777777" w:rsidR="0085747A" w:rsidRPr="00EC0A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 xml:space="preserve">1. </w:t>
      </w:r>
      <w:r w:rsidR="0085747A" w:rsidRPr="00EC0A7D">
        <w:rPr>
          <w:rFonts w:ascii="Corbel" w:hAnsi="Corbel"/>
          <w:szCs w:val="24"/>
        </w:rPr>
        <w:t xml:space="preserve">Podstawowe </w:t>
      </w:r>
      <w:r w:rsidR="00445970" w:rsidRPr="00EC0A7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0A7D" w14:paraId="3B30ED11" w14:textId="77777777" w:rsidTr="00B819C8">
        <w:tc>
          <w:tcPr>
            <w:tcW w:w="2694" w:type="dxa"/>
            <w:vAlign w:val="center"/>
          </w:tcPr>
          <w:p w14:paraId="3B30ED0F" w14:textId="77777777" w:rsidR="0085747A" w:rsidRPr="00EC0A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0ED10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Zajęcia warsztatowe z zakresu bezpieczeństwa publicznego</w:t>
            </w:r>
          </w:p>
        </w:tc>
      </w:tr>
      <w:tr w:rsidR="0085747A" w:rsidRPr="00EC0A7D" w14:paraId="3B30ED14" w14:textId="77777777" w:rsidTr="00B819C8">
        <w:tc>
          <w:tcPr>
            <w:tcW w:w="2694" w:type="dxa"/>
            <w:vAlign w:val="center"/>
          </w:tcPr>
          <w:p w14:paraId="3B30ED12" w14:textId="77777777" w:rsidR="0085747A" w:rsidRPr="00EC0A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0A7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30ED13" w14:textId="77777777" w:rsidR="0085747A" w:rsidRPr="00EC0A7D" w:rsidRDefault="008E1E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="0085747A" w:rsidRPr="00EC0A7D" w14:paraId="3B30ED17" w14:textId="77777777" w:rsidTr="00B819C8">
        <w:tc>
          <w:tcPr>
            <w:tcW w:w="2694" w:type="dxa"/>
            <w:vAlign w:val="center"/>
          </w:tcPr>
          <w:p w14:paraId="3B30ED15" w14:textId="77777777" w:rsidR="0085747A" w:rsidRPr="00EC0A7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C0A7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30ED16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0A7D" w14:paraId="3B30ED1A" w14:textId="77777777" w:rsidTr="00B819C8">
        <w:tc>
          <w:tcPr>
            <w:tcW w:w="2694" w:type="dxa"/>
            <w:vAlign w:val="center"/>
          </w:tcPr>
          <w:p w14:paraId="3B30ED18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30ED19" w14:textId="2319B596" w:rsidR="0085747A" w:rsidRPr="00EC0A7D" w:rsidRDefault="008132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0A7D" w14:paraId="3B30ED1D" w14:textId="77777777" w:rsidTr="00B819C8">
        <w:tc>
          <w:tcPr>
            <w:tcW w:w="2694" w:type="dxa"/>
            <w:vAlign w:val="center"/>
          </w:tcPr>
          <w:p w14:paraId="3B30ED1B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30ED1C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EC0A7D" w14:paraId="3B30ED20" w14:textId="77777777" w:rsidTr="00B819C8">
        <w:tc>
          <w:tcPr>
            <w:tcW w:w="2694" w:type="dxa"/>
            <w:vAlign w:val="center"/>
          </w:tcPr>
          <w:p w14:paraId="3B30ED1E" w14:textId="77777777" w:rsidR="0085747A" w:rsidRPr="00EC0A7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30ED1F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EC0A7D" w14:paraId="3B30ED23" w14:textId="77777777" w:rsidTr="00B819C8">
        <w:tc>
          <w:tcPr>
            <w:tcW w:w="2694" w:type="dxa"/>
            <w:vAlign w:val="center"/>
          </w:tcPr>
          <w:p w14:paraId="3B30ED21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30ED22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C0A7D" w14:paraId="3B30ED26" w14:textId="77777777" w:rsidTr="00B819C8">
        <w:tc>
          <w:tcPr>
            <w:tcW w:w="2694" w:type="dxa"/>
            <w:vAlign w:val="center"/>
          </w:tcPr>
          <w:p w14:paraId="3B30ED24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0ED25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0A7D" w14:paraId="3B30ED29" w14:textId="77777777" w:rsidTr="00B819C8">
        <w:tc>
          <w:tcPr>
            <w:tcW w:w="2694" w:type="dxa"/>
            <w:vAlign w:val="center"/>
          </w:tcPr>
          <w:p w14:paraId="3B30ED27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0A7D">
              <w:rPr>
                <w:rFonts w:ascii="Corbel" w:hAnsi="Corbel"/>
                <w:sz w:val="24"/>
                <w:szCs w:val="24"/>
              </w:rPr>
              <w:t>/y</w:t>
            </w:r>
            <w:r w:rsidRPr="00EC0A7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30ED28" w14:textId="4816657C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III rok </w:t>
            </w:r>
            <w:r w:rsidR="0092195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VI semestr</w:t>
            </w:r>
          </w:p>
        </w:tc>
      </w:tr>
      <w:tr w:rsidR="0085747A" w:rsidRPr="00EC0A7D" w14:paraId="3B30ED2C" w14:textId="77777777" w:rsidTr="00B819C8">
        <w:tc>
          <w:tcPr>
            <w:tcW w:w="2694" w:type="dxa"/>
            <w:vAlign w:val="center"/>
          </w:tcPr>
          <w:p w14:paraId="3B30ED2A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30ED2B" w14:textId="77777777" w:rsidR="0085747A" w:rsidRPr="00EC0A7D" w:rsidRDefault="004A66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EC0A7D" w14:paraId="3B30ED2F" w14:textId="77777777" w:rsidTr="00B819C8">
        <w:tc>
          <w:tcPr>
            <w:tcW w:w="2694" w:type="dxa"/>
            <w:vAlign w:val="center"/>
          </w:tcPr>
          <w:p w14:paraId="3B30ED2D" w14:textId="77777777" w:rsidR="00923D7D" w:rsidRPr="00EC0A7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30ED2E" w14:textId="7245DECB" w:rsidR="00923D7D" w:rsidRPr="00EC0A7D" w:rsidRDefault="00C205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52B" w:rsidRPr="00EC0A7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EC0A7D" w14:paraId="3B30ED32" w14:textId="77777777" w:rsidTr="00B819C8">
        <w:tc>
          <w:tcPr>
            <w:tcW w:w="2694" w:type="dxa"/>
            <w:vAlign w:val="center"/>
          </w:tcPr>
          <w:p w14:paraId="3B30ED30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30ED31" w14:textId="77777777" w:rsidR="0085747A" w:rsidRPr="00EC0A7D" w:rsidRDefault="004A66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F7152B" w:rsidRPr="00EC0A7D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EC0A7D" w14:paraId="3B30ED35" w14:textId="77777777" w:rsidTr="00B819C8">
        <w:tc>
          <w:tcPr>
            <w:tcW w:w="2694" w:type="dxa"/>
            <w:vAlign w:val="center"/>
          </w:tcPr>
          <w:p w14:paraId="3B30ED33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0ED34" w14:textId="5F382375" w:rsidR="0085747A" w:rsidRPr="00EC0A7D" w:rsidRDefault="00C205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mgr</w:t>
            </w:r>
            <w:r w:rsidR="00F7152B" w:rsidRPr="00EC0A7D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14:paraId="3B30ED37" w14:textId="1EE944AA" w:rsidR="00923D7D" w:rsidRPr="00EC0A7D" w:rsidRDefault="0085747A" w:rsidP="00AD37F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="00B90885" w:rsidRPr="00EC0A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0A7D">
        <w:rPr>
          <w:rFonts w:ascii="Corbel" w:hAnsi="Corbel"/>
          <w:b w:val="0"/>
          <w:sz w:val="24"/>
          <w:szCs w:val="24"/>
        </w:rPr>
        <w:t>e,</w:t>
      </w:r>
      <w:r w:rsidR="004A66EA" w:rsidRPr="00EC0A7D">
        <w:rPr>
          <w:rFonts w:ascii="Corbel" w:hAnsi="Corbel"/>
          <w:b w:val="0"/>
          <w:sz w:val="24"/>
          <w:szCs w:val="24"/>
        </w:rPr>
        <w:t xml:space="preserve"> </w:t>
      </w:r>
      <w:r w:rsidRPr="00EC0A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0A7D">
        <w:rPr>
          <w:rFonts w:ascii="Corbel" w:hAnsi="Corbel"/>
          <w:b w:val="0"/>
          <w:i/>
          <w:sz w:val="24"/>
          <w:szCs w:val="24"/>
        </w:rPr>
        <w:t>w Jednostce</w:t>
      </w:r>
    </w:p>
    <w:p w14:paraId="3B30ED38" w14:textId="77777777" w:rsidR="0085747A" w:rsidRPr="00EC0A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1.</w:t>
      </w:r>
      <w:r w:rsidR="00E22FBC" w:rsidRPr="00EC0A7D">
        <w:rPr>
          <w:rFonts w:ascii="Corbel" w:hAnsi="Corbel"/>
          <w:sz w:val="24"/>
          <w:szCs w:val="24"/>
        </w:rPr>
        <w:t>1</w:t>
      </w:r>
      <w:r w:rsidRPr="00EC0A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30ED39" w14:textId="77777777" w:rsidR="00923D7D" w:rsidRPr="00EC0A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015B8F" w:rsidRPr="00EC0A7D" w14:paraId="3B30ED45" w14:textId="77777777" w:rsidTr="00AD37F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D3A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14:paraId="3B30ED3B" w14:textId="77777777" w:rsidR="00015B8F" w:rsidRPr="00EC0A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</w:t>
            </w:r>
            <w:r w:rsidR="00363F78" w:rsidRPr="00EC0A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3C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Wykł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3D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3E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Konw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3F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0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Sem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41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42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Prakt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43" w14:textId="23FBAF61" w:rsidR="00015B8F" w:rsidRPr="00EC0A7D" w:rsidRDefault="0081328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44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</w:t>
            </w:r>
            <w:r w:rsidR="00B90885" w:rsidRPr="00EC0A7D">
              <w:rPr>
                <w:rFonts w:ascii="Corbel" w:hAnsi="Corbel"/>
                <w:b/>
                <w:szCs w:val="24"/>
              </w:rPr>
              <w:t>.</w:t>
            </w:r>
            <w:r w:rsidRPr="00EC0A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0A7D" w14:paraId="3B30ED50" w14:textId="77777777" w:rsidTr="00AD37F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D46" w14:textId="69EA5ADA" w:rsidR="00015B8F" w:rsidRPr="00EC0A7D" w:rsidRDefault="00AD37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7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8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9" w14:textId="037855CA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A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B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C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D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E" w14:textId="22E69895" w:rsidR="00015B8F" w:rsidRPr="00EC0A7D" w:rsidRDefault="00813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F" w14:textId="77777777" w:rsidR="00015B8F" w:rsidRPr="00EC0A7D" w:rsidRDefault="006679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30ED5C" w14:textId="77777777" w:rsidR="00923D7D" w:rsidRPr="00EC0A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30ED5D" w14:textId="77777777" w:rsidR="00923D7D" w:rsidRPr="00EC0A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30ED5E" w14:textId="77777777" w:rsidR="0085747A" w:rsidRPr="00EC0A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</w:t>
      </w:r>
      <w:r w:rsidR="00E22FBC" w:rsidRPr="00EC0A7D">
        <w:rPr>
          <w:rFonts w:ascii="Corbel" w:hAnsi="Corbel"/>
          <w:smallCaps w:val="0"/>
          <w:szCs w:val="24"/>
        </w:rPr>
        <w:t>2</w:t>
      </w:r>
      <w:r w:rsidR="00F83B28" w:rsidRPr="00EC0A7D">
        <w:rPr>
          <w:rFonts w:ascii="Corbel" w:hAnsi="Corbel"/>
          <w:smallCaps w:val="0"/>
          <w:szCs w:val="24"/>
        </w:rPr>
        <w:t>.</w:t>
      </w:r>
      <w:r w:rsidR="00F83B28" w:rsidRPr="00EC0A7D">
        <w:rPr>
          <w:rFonts w:ascii="Corbel" w:hAnsi="Corbel"/>
          <w:smallCaps w:val="0"/>
          <w:szCs w:val="24"/>
        </w:rPr>
        <w:tab/>
      </w:r>
      <w:r w:rsidRPr="00EC0A7D">
        <w:rPr>
          <w:rFonts w:ascii="Corbel" w:hAnsi="Corbel"/>
          <w:smallCaps w:val="0"/>
          <w:szCs w:val="24"/>
        </w:rPr>
        <w:t xml:space="preserve">Sposób realizacji zajęć  </w:t>
      </w:r>
    </w:p>
    <w:p w14:paraId="3B30ED5F" w14:textId="5B7B9BCB" w:rsidR="0085747A" w:rsidRPr="00EC0A7D" w:rsidRDefault="008132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30EE0E" wp14:editId="30377B22">
                <wp:simplePos x="0" y="0"/>
                <wp:positionH relativeFrom="column">
                  <wp:posOffset>489585</wp:posOffset>
                </wp:positionH>
                <wp:positionV relativeFrom="paragraph">
                  <wp:posOffset>48260</wp:posOffset>
                </wp:positionV>
                <wp:extent cx="76200" cy="104775"/>
                <wp:effectExtent l="0" t="0" r="0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104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5119802">
              <v:line id="Łącznik prosty 3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8.55pt,3.8pt" to="44.55pt,12.05pt" w14:anchorId="243B82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">
                <o:lock v:ext="edit" shapetype="f"/>
              </v:line>
            </w:pict>
          </mc:Fallback>
        </mc:AlternateContent>
      </w:r>
      <w:r w:rsidRPr="00EC0A7D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0EE0F" wp14:editId="51BC6C3A">
                <wp:simplePos x="0" y="0"/>
                <wp:positionH relativeFrom="column">
                  <wp:posOffset>470535</wp:posOffset>
                </wp:positionH>
                <wp:positionV relativeFrom="paragraph">
                  <wp:posOffset>57785</wp:posOffset>
                </wp:positionV>
                <wp:extent cx="114300" cy="9525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EFDDBE6">
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05pt,4.55pt" to="46.05pt,12.05pt" w14:anchorId="25032D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">
                <o:lock v:ext="edit" shapetype="f"/>
              </v:line>
            </w:pict>
          </mc:Fallback>
        </mc:AlternateContent>
      </w:r>
      <w:r w:rsidR="0085747A"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EC0A7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B30ED60" w14:textId="77777777" w:rsidR="0085747A" w:rsidRPr="00EC0A7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30ED61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30ED62" w14:textId="77777777" w:rsidR="00E22FBC" w:rsidRPr="00EC0A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="00F83B28" w:rsidRPr="00EC0A7D">
        <w:rPr>
          <w:rFonts w:ascii="Corbel" w:hAnsi="Corbel"/>
          <w:smallCaps w:val="0"/>
          <w:szCs w:val="24"/>
        </w:rPr>
        <w:tab/>
      </w:r>
      <w:r w:rsidRPr="00EC0A7D">
        <w:rPr>
          <w:rFonts w:ascii="Corbel" w:hAnsi="Corbel"/>
          <w:smallCaps w:val="0"/>
          <w:szCs w:val="24"/>
        </w:rPr>
        <w:t>For</w:t>
      </w:r>
      <w:r w:rsidR="00445970" w:rsidRPr="00EC0A7D">
        <w:rPr>
          <w:rFonts w:ascii="Corbel" w:hAnsi="Corbel"/>
          <w:smallCaps w:val="0"/>
          <w:szCs w:val="24"/>
        </w:rPr>
        <w:t xml:space="preserve">ma zaliczenia przedmiotu </w:t>
      </w:r>
      <w:r w:rsidRPr="00EC0A7D">
        <w:rPr>
          <w:rFonts w:ascii="Corbel" w:hAnsi="Corbel"/>
          <w:smallCaps w:val="0"/>
          <w:szCs w:val="24"/>
        </w:rPr>
        <w:t xml:space="preserve">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14:paraId="3B30ED64" w14:textId="77777777" w:rsidR="00E960BB" w:rsidRPr="00EC0A7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0ED65" w14:textId="77777777" w:rsidR="00E960BB" w:rsidRPr="00EC0A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A7D" w14:paraId="3B30ED67" w14:textId="77777777" w:rsidTr="00745302">
        <w:tc>
          <w:tcPr>
            <w:tcW w:w="9670" w:type="dxa"/>
          </w:tcPr>
          <w:p w14:paraId="3B30ED66" w14:textId="77777777" w:rsidR="0085747A" w:rsidRPr="00EC0A7D" w:rsidRDefault="007F54D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14:paraId="3B30ED68" w14:textId="07B51753" w:rsidR="00153C41" w:rsidRPr="00EC0A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C7A22" w14:textId="15F63FEC" w:rsidR="00C205A1" w:rsidRPr="00EC0A7D" w:rsidRDefault="00C205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F04D9" w14:textId="2C69B095" w:rsidR="00C205A1" w:rsidRPr="00EC0A7D" w:rsidRDefault="00C205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A7FCFF" w14:textId="77777777" w:rsidR="00C205A1" w:rsidRPr="00EC0A7D" w:rsidRDefault="00C205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0ED69" w14:textId="77777777" w:rsidR="0085747A" w:rsidRPr="00EC0A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</w:t>
      </w:r>
      <w:r w:rsidR="00A84C85" w:rsidRPr="00EC0A7D">
        <w:rPr>
          <w:rFonts w:ascii="Corbel" w:hAnsi="Corbel"/>
          <w:szCs w:val="24"/>
        </w:rPr>
        <w:t>cele, efekty uczenia się</w:t>
      </w:r>
      <w:r w:rsidR="0085747A" w:rsidRPr="00EC0A7D">
        <w:rPr>
          <w:rFonts w:ascii="Corbel" w:hAnsi="Corbel"/>
          <w:szCs w:val="24"/>
        </w:rPr>
        <w:t xml:space="preserve"> , treści Programowe i stosowane metody Dydaktyczne</w:t>
      </w:r>
    </w:p>
    <w:p w14:paraId="3B30ED6A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0ED6B" w14:textId="77777777" w:rsidR="0085747A" w:rsidRPr="00EC0A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3.1 </w:t>
      </w:r>
      <w:r w:rsidR="00C05F44" w:rsidRPr="00EC0A7D">
        <w:rPr>
          <w:rFonts w:ascii="Corbel" w:hAnsi="Corbel"/>
          <w:sz w:val="24"/>
          <w:szCs w:val="24"/>
        </w:rPr>
        <w:t>Cele przedmiotu</w:t>
      </w:r>
    </w:p>
    <w:p w14:paraId="3B30ED6C" w14:textId="77777777" w:rsidR="00F83B28" w:rsidRPr="00EC0A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C0A7D" w14:paraId="3B30ED6F" w14:textId="77777777" w:rsidTr="00923D7D">
        <w:tc>
          <w:tcPr>
            <w:tcW w:w="851" w:type="dxa"/>
            <w:vAlign w:val="center"/>
          </w:tcPr>
          <w:p w14:paraId="3B30ED6D" w14:textId="77777777" w:rsidR="0085747A" w:rsidRPr="00EC0A7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30ED6E" w14:textId="77777777" w:rsidR="0085747A" w:rsidRPr="00EC0A7D" w:rsidRDefault="000011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="0085747A" w:rsidRPr="00EC0A7D" w14:paraId="3B30ED72" w14:textId="77777777" w:rsidTr="00923D7D">
        <w:tc>
          <w:tcPr>
            <w:tcW w:w="851" w:type="dxa"/>
            <w:vAlign w:val="center"/>
          </w:tcPr>
          <w:p w14:paraId="3B30ED70" w14:textId="77777777" w:rsidR="0085747A" w:rsidRPr="00EC0A7D" w:rsidRDefault="000011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30ED71" w14:textId="77777777" w:rsidR="0085747A" w:rsidRPr="00EC0A7D" w:rsidRDefault="000011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="00C205A1" w:rsidRPr="00EC0A7D" w14:paraId="3DBC2FF4" w14:textId="77777777" w:rsidTr="00923D7D">
        <w:tc>
          <w:tcPr>
            <w:tcW w:w="851" w:type="dxa"/>
            <w:vAlign w:val="center"/>
          </w:tcPr>
          <w:p w14:paraId="1160C0F9" w14:textId="4BD23761" w:rsidR="00C205A1" w:rsidRPr="00EC0A7D" w:rsidRDefault="00C205A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D7D2BB" w14:textId="6747BBB2" w:rsidR="00C205A1" w:rsidRPr="00EC0A7D" w:rsidRDefault="00C205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="0085747A" w:rsidRPr="00EC0A7D" w14:paraId="3B30ED75" w14:textId="77777777" w:rsidTr="00923D7D">
        <w:tc>
          <w:tcPr>
            <w:tcW w:w="851" w:type="dxa"/>
            <w:vAlign w:val="center"/>
          </w:tcPr>
          <w:p w14:paraId="3B30ED73" w14:textId="3BEA4917" w:rsidR="0085747A" w:rsidRPr="00EC0A7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205A1" w:rsidRPr="00EC0A7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B30ED74" w14:textId="77777777" w:rsidR="0085747A" w:rsidRPr="00EC0A7D" w:rsidRDefault="000011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14:paraId="3B30ED76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30ED77" w14:textId="77777777" w:rsidR="001D7B54" w:rsidRPr="00EC0A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3.2 </w:t>
      </w:r>
      <w:r w:rsidR="001D7B54" w:rsidRPr="00EC0A7D">
        <w:rPr>
          <w:rFonts w:ascii="Corbel" w:hAnsi="Corbel"/>
          <w:b/>
          <w:sz w:val="24"/>
          <w:szCs w:val="24"/>
        </w:rPr>
        <w:t xml:space="preserve">Efekty </w:t>
      </w:r>
      <w:r w:rsidR="00C05F44" w:rsidRPr="00EC0A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0A7D">
        <w:rPr>
          <w:rFonts w:ascii="Corbel" w:hAnsi="Corbel"/>
          <w:b/>
          <w:sz w:val="24"/>
          <w:szCs w:val="24"/>
        </w:rPr>
        <w:t>dla przedmiotu</w:t>
      </w:r>
    </w:p>
    <w:p w14:paraId="3B30ED78" w14:textId="77777777" w:rsidR="001D7B54" w:rsidRPr="00EC0A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C0A7D" w14:paraId="3B30ED7C" w14:textId="77777777" w:rsidTr="000011ED">
        <w:tc>
          <w:tcPr>
            <w:tcW w:w="1680" w:type="dxa"/>
            <w:vAlign w:val="center"/>
          </w:tcPr>
          <w:p w14:paraId="3B30ED79" w14:textId="77777777" w:rsidR="0085747A" w:rsidRPr="00EC0A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0A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0A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B30ED7A" w14:textId="77777777" w:rsidR="0085747A" w:rsidRPr="00EC0A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30ED7B" w14:textId="77777777" w:rsidR="0085747A" w:rsidRPr="00EC0A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0A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2475" w:rsidRPr="00EC0A7D" w14:paraId="3B30ED80" w14:textId="77777777" w:rsidTr="000011ED">
        <w:tc>
          <w:tcPr>
            <w:tcW w:w="1680" w:type="dxa"/>
          </w:tcPr>
          <w:p w14:paraId="3B30ED7D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B30ED7E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Analizuje przyczyny, przebieg procesów społecznych związanych z bezpieczeństwem publicznym</w:t>
            </w:r>
          </w:p>
        </w:tc>
        <w:tc>
          <w:tcPr>
            <w:tcW w:w="1865" w:type="dxa"/>
          </w:tcPr>
          <w:p w14:paraId="3B30ED7F" w14:textId="4E5C47E6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D37F6" w:rsidRPr="00EC0A7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8E2475" w:rsidRPr="00EC0A7D" w14:paraId="3B30ED84" w14:textId="77777777" w:rsidTr="000011ED">
        <w:tc>
          <w:tcPr>
            <w:tcW w:w="1680" w:type="dxa"/>
          </w:tcPr>
          <w:p w14:paraId="3B30ED81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B30ED82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Posiada wiedzę na temat organów odpowiedzialnych za bezpieczeństwo państwa</w:t>
            </w:r>
          </w:p>
        </w:tc>
        <w:tc>
          <w:tcPr>
            <w:tcW w:w="1865" w:type="dxa"/>
          </w:tcPr>
          <w:p w14:paraId="3B30ED83" w14:textId="24C0575E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D37F6" w:rsidRPr="00EC0A7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E2475" w:rsidRPr="00EC0A7D" w14:paraId="3B30ED88" w14:textId="77777777" w:rsidTr="000011ED">
        <w:tc>
          <w:tcPr>
            <w:tcW w:w="1680" w:type="dxa"/>
          </w:tcPr>
          <w:p w14:paraId="3B30ED85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B30ED86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Analizuje stosunki zachodzące w społeczeństwie i ich wpływ na bezpieczeństwo </w:t>
            </w:r>
            <w:r w:rsidR="00A35474" w:rsidRPr="00EC0A7D">
              <w:rPr>
                <w:rFonts w:ascii="Corbel" w:hAnsi="Corbel"/>
                <w:b w:val="0"/>
                <w:smallCaps w:val="0"/>
                <w:szCs w:val="24"/>
              </w:rPr>
              <w:t>publiczne</w:t>
            </w:r>
          </w:p>
        </w:tc>
        <w:tc>
          <w:tcPr>
            <w:tcW w:w="1865" w:type="dxa"/>
          </w:tcPr>
          <w:p w14:paraId="3B30ED87" w14:textId="53435C35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13280" w:rsidRPr="00EC0A7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E2475" w:rsidRPr="00EC0A7D" w14:paraId="3B30ED8C" w14:textId="77777777" w:rsidTr="000011ED">
        <w:tc>
          <w:tcPr>
            <w:tcW w:w="1680" w:type="dxa"/>
          </w:tcPr>
          <w:p w14:paraId="3B30ED89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B30ED8A" w14:textId="685620CF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Potrafi szukać związków przyczynowo skutkowych w</w:t>
            </w:r>
            <w:r w:rsidR="00C205A1" w:rsidRPr="00EC0A7D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obszarach związanych z bezpieczeństwem publicznym</w:t>
            </w:r>
          </w:p>
        </w:tc>
        <w:tc>
          <w:tcPr>
            <w:tcW w:w="1865" w:type="dxa"/>
          </w:tcPr>
          <w:p w14:paraId="3B30ED8B" w14:textId="49F09E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13280" w:rsidRPr="00EC0A7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E2475" w:rsidRPr="00EC0A7D" w14:paraId="3B30ED90" w14:textId="77777777" w:rsidTr="000011ED">
        <w:tc>
          <w:tcPr>
            <w:tcW w:w="1680" w:type="dxa"/>
          </w:tcPr>
          <w:p w14:paraId="3B30ED8D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B30ED8E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Zdobytą wiedzę potrafi wykorzystać w praktyce, np. angażując się w działalność organizacji społecznych</w:t>
            </w:r>
          </w:p>
        </w:tc>
        <w:tc>
          <w:tcPr>
            <w:tcW w:w="1865" w:type="dxa"/>
          </w:tcPr>
          <w:p w14:paraId="3B30ED8F" w14:textId="15C45C1B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813280" w:rsidRPr="00EC0A7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B30ED91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0ED92" w14:textId="77777777" w:rsidR="0085747A" w:rsidRPr="00EC0A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3.3</w:t>
      </w:r>
      <w:r w:rsidR="0085747A" w:rsidRPr="00EC0A7D">
        <w:rPr>
          <w:rFonts w:ascii="Corbel" w:hAnsi="Corbel"/>
          <w:b/>
          <w:sz w:val="24"/>
          <w:szCs w:val="24"/>
        </w:rPr>
        <w:t>T</w:t>
      </w:r>
      <w:r w:rsidR="001D7B54" w:rsidRPr="00EC0A7D">
        <w:rPr>
          <w:rFonts w:ascii="Corbel" w:hAnsi="Corbel"/>
          <w:b/>
          <w:sz w:val="24"/>
          <w:szCs w:val="24"/>
        </w:rPr>
        <w:t xml:space="preserve">reści programowe </w:t>
      </w:r>
    </w:p>
    <w:p w14:paraId="3B30ED93" w14:textId="77777777" w:rsidR="0085747A" w:rsidRPr="00EC0A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30ED94" w14:textId="77777777" w:rsidR="0085747A" w:rsidRPr="00EC0A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0A7D">
        <w:rPr>
          <w:rFonts w:ascii="Corbel" w:hAnsi="Corbel"/>
          <w:sz w:val="24"/>
          <w:szCs w:val="24"/>
        </w:rPr>
        <w:t xml:space="preserve">, </w:t>
      </w:r>
      <w:r w:rsidRPr="00EC0A7D">
        <w:rPr>
          <w:rFonts w:ascii="Corbel" w:hAnsi="Corbel"/>
          <w:sz w:val="24"/>
          <w:szCs w:val="24"/>
        </w:rPr>
        <w:t xml:space="preserve">zajęć praktycznych </w:t>
      </w:r>
    </w:p>
    <w:p w14:paraId="3B30ED95" w14:textId="77777777" w:rsidR="0085747A" w:rsidRPr="00EC0A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A7D" w14:paraId="3B30ED97" w14:textId="77777777" w:rsidTr="007F54D0">
        <w:tc>
          <w:tcPr>
            <w:tcW w:w="9520" w:type="dxa"/>
          </w:tcPr>
          <w:p w14:paraId="3B30ED96" w14:textId="77777777" w:rsidR="0085747A" w:rsidRPr="00EC0A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C0A7D" w14:paraId="3B30ED99" w14:textId="77777777" w:rsidTr="007F54D0">
        <w:tc>
          <w:tcPr>
            <w:tcW w:w="9520" w:type="dxa"/>
          </w:tcPr>
          <w:p w14:paraId="3B30ED98" w14:textId="77777777" w:rsidR="0085747A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="00C205A1" w:rsidRPr="00EC0A7D" w14:paraId="0833469A" w14:textId="77777777" w:rsidTr="007F54D0">
        <w:tc>
          <w:tcPr>
            <w:tcW w:w="9520" w:type="dxa"/>
          </w:tcPr>
          <w:p w14:paraId="12C7707E" w14:textId="2D4B4440" w:rsidR="00C205A1" w:rsidRPr="00EC0A7D" w:rsidRDefault="00C205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="00C205A1" w:rsidRPr="00EC0A7D" w14:paraId="7D1897F1" w14:textId="77777777" w:rsidTr="007F54D0">
        <w:tc>
          <w:tcPr>
            <w:tcW w:w="9520" w:type="dxa"/>
          </w:tcPr>
          <w:p w14:paraId="7227D4B8" w14:textId="3BB30D54" w:rsidR="00C205A1" w:rsidRPr="00EC0A7D" w:rsidRDefault="00C205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="0085747A" w:rsidRPr="00EC0A7D" w14:paraId="3B30ED9D" w14:textId="77777777" w:rsidTr="007F54D0">
        <w:tc>
          <w:tcPr>
            <w:tcW w:w="9520" w:type="dxa"/>
          </w:tcPr>
          <w:p w14:paraId="3B30ED9C" w14:textId="77777777" w:rsidR="0085747A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="000011ED" w:rsidRPr="00EC0A7D" w14:paraId="3B30ED9F" w14:textId="77777777" w:rsidTr="007F54D0">
        <w:tc>
          <w:tcPr>
            <w:tcW w:w="9520" w:type="dxa"/>
          </w:tcPr>
          <w:p w14:paraId="3B30ED9E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="00C205A1" w:rsidRPr="00EC0A7D" w14:paraId="413EDDD4" w14:textId="77777777" w:rsidTr="007F54D0">
        <w:tc>
          <w:tcPr>
            <w:tcW w:w="9520" w:type="dxa"/>
          </w:tcPr>
          <w:p w14:paraId="62C52C3C" w14:textId="081638D9" w:rsidR="00C205A1" w:rsidRPr="00EC0A7D" w:rsidRDefault="00C205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="000011ED" w:rsidRPr="00EC0A7D" w14:paraId="3B30EDA1" w14:textId="77777777" w:rsidTr="007F54D0">
        <w:tc>
          <w:tcPr>
            <w:tcW w:w="9520" w:type="dxa"/>
          </w:tcPr>
          <w:p w14:paraId="3B30EDA0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0011ED" w:rsidRPr="00EC0A7D" w14:paraId="3B30EDA3" w14:textId="77777777" w:rsidTr="007F54D0">
        <w:tc>
          <w:tcPr>
            <w:tcW w:w="9520" w:type="dxa"/>
          </w:tcPr>
          <w:p w14:paraId="3B30EDA2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="000011ED" w:rsidRPr="00EC0A7D" w14:paraId="3B30EDA5" w14:textId="77777777" w:rsidTr="007F54D0">
        <w:tc>
          <w:tcPr>
            <w:tcW w:w="9520" w:type="dxa"/>
          </w:tcPr>
          <w:p w14:paraId="3B30EDA4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="007F54D0" w:rsidRPr="00EC0A7D" w14:paraId="3B30EDA9" w14:textId="77777777" w:rsidTr="007F54D0">
        <w:tc>
          <w:tcPr>
            <w:tcW w:w="9520" w:type="dxa"/>
          </w:tcPr>
          <w:p w14:paraId="3B30EDA8" w14:textId="77777777" w:rsidR="007F54D0" w:rsidRPr="00EC0A7D" w:rsidRDefault="007F5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Zagrożenia militarne i niemilitarne</w:t>
            </w:r>
          </w:p>
        </w:tc>
      </w:tr>
      <w:tr w:rsidR="007F54D0" w:rsidRPr="00EC0A7D" w14:paraId="3B30EDAB" w14:textId="77777777" w:rsidTr="007F54D0">
        <w:tc>
          <w:tcPr>
            <w:tcW w:w="9520" w:type="dxa"/>
          </w:tcPr>
          <w:p w14:paraId="3B30EDAA" w14:textId="77777777" w:rsidR="007F54D0" w:rsidRPr="00EC0A7D" w:rsidRDefault="007F5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Wpływ procesów migracyjnych na bezpieczeństwo wewnętrzne państwa</w:t>
            </w:r>
          </w:p>
        </w:tc>
      </w:tr>
      <w:tr w:rsidR="0085747A" w:rsidRPr="00EC0A7D" w14:paraId="3B30EDAD" w14:textId="77777777" w:rsidTr="007F54D0">
        <w:tc>
          <w:tcPr>
            <w:tcW w:w="9520" w:type="dxa"/>
          </w:tcPr>
          <w:p w14:paraId="3B30EDAC" w14:textId="77777777" w:rsidR="0085747A" w:rsidRPr="00EC0A7D" w:rsidRDefault="007F5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="000011ED" w:rsidRPr="00EC0A7D" w14:paraId="3B30EDAF" w14:textId="77777777" w:rsidTr="007F54D0">
        <w:tc>
          <w:tcPr>
            <w:tcW w:w="9520" w:type="dxa"/>
          </w:tcPr>
          <w:p w14:paraId="3B30EDAE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14:paraId="3B30EDB1" w14:textId="77777777" w:rsidR="004A66EA" w:rsidRPr="00EC0A7D" w:rsidRDefault="004A66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0EDB2" w14:textId="77777777" w:rsidR="0085747A" w:rsidRPr="00EC0A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14:paraId="3B30EDB3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0EDB5" w14:textId="2076D8CB" w:rsidR="0085747A" w:rsidRPr="00EC0A7D" w:rsidRDefault="00AD37F6" w:rsidP="00F715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>Zajęcia warsztatowe:</w:t>
      </w:r>
      <w:r w:rsidR="00153C41" w:rsidRPr="00EC0A7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9F4610" w:rsidRPr="00EC0A7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EC0A7D">
        <w:rPr>
          <w:rFonts w:ascii="Corbel" w:hAnsi="Corbel"/>
          <w:b w:val="0"/>
          <w:i/>
          <w:smallCaps w:val="0"/>
          <w:szCs w:val="24"/>
        </w:rPr>
        <w:t>tekstów z dyskusją,</w:t>
      </w:r>
      <w:r w:rsidR="004A66EA" w:rsidRPr="00EC0A7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EC0A7D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EC0A7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EC0A7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B30EDB6" w14:textId="77777777" w:rsidR="00E960BB" w:rsidRPr="00EC0A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30EDB7" w14:textId="77777777" w:rsidR="007F54D0" w:rsidRPr="00EC0A7D" w:rsidRDefault="007F54D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30EDB8" w14:textId="77777777" w:rsidR="0085747A" w:rsidRPr="00EC0A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 </w:t>
      </w:r>
      <w:r w:rsidR="0085747A" w:rsidRPr="00EC0A7D">
        <w:rPr>
          <w:rFonts w:ascii="Corbel" w:hAnsi="Corbel"/>
          <w:smallCaps w:val="0"/>
          <w:szCs w:val="24"/>
        </w:rPr>
        <w:t>METODY I KRYTERIA OCENY</w:t>
      </w:r>
    </w:p>
    <w:p w14:paraId="3B30EDB9" w14:textId="77777777" w:rsidR="00923D7D" w:rsidRPr="00EC0A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30EDBA" w14:textId="77777777" w:rsidR="0085747A" w:rsidRPr="00EC0A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0A7D">
        <w:rPr>
          <w:rFonts w:ascii="Corbel" w:hAnsi="Corbel"/>
          <w:smallCaps w:val="0"/>
          <w:szCs w:val="24"/>
        </w:rPr>
        <w:t>uczenia się</w:t>
      </w:r>
    </w:p>
    <w:p w14:paraId="3B30EDBB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EC0A7D" w14:paraId="3B30EDC1" w14:textId="77777777" w:rsidTr="000160FD">
        <w:tc>
          <w:tcPr>
            <w:tcW w:w="1961" w:type="dxa"/>
            <w:vAlign w:val="center"/>
          </w:tcPr>
          <w:p w14:paraId="3B30EDBC" w14:textId="77777777" w:rsidR="0085747A" w:rsidRPr="00EC0A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30EDBD" w14:textId="77777777" w:rsidR="0085747A" w:rsidRPr="00EC0A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30EDBE" w14:textId="77777777" w:rsidR="0085747A" w:rsidRPr="00EC0A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B30EDBF" w14:textId="77777777" w:rsidR="00923D7D" w:rsidRPr="00EC0A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30EDC0" w14:textId="77777777" w:rsidR="0085747A" w:rsidRPr="00EC0A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0A7D" w14:paraId="3B30EDC5" w14:textId="77777777" w:rsidTr="000160FD">
        <w:tc>
          <w:tcPr>
            <w:tcW w:w="1961" w:type="dxa"/>
          </w:tcPr>
          <w:p w14:paraId="3B30EDC2" w14:textId="1EE39980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0A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0A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3B30EDC3" w14:textId="78CECF08" w:rsidR="0085747A" w:rsidRPr="00921951" w:rsidRDefault="00921951" w:rsidP="0092195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3437C5" w:rsidRPr="0092195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B30EDC4" w14:textId="2C201A58" w:rsidR="0085747A" w:rsidRPr="00921951" w:rsidRDefault="00921951" w:rsidP="00921951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C0A7D" w14:paraId="3B30EDC9" w14:textId="77777777" w:rsidTr="000160FD">
        <w:tc>
          <w:tcPr>
            <w:tcW w:w="1961" w:type="dxa"/>
          </w:tcPr>
          <w:p w14:paraId="3B30EDC6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3B30EDC7" w14:textId="4EB1062E" w:rsidR="0085747A" w:rsidRPr="00921951" w:rsidRDefault="00C205A1" w:rsidP="00921951">
            <w:pPr>
              <w:rPr>
                <w:rFonts w:ascii="Corbel" w:hAnsi="Corbel"/>
                <w:b/>
                <w:sz w:val="24"/>
                <w:szCs w:val="24"/>
              </w:rPr>
            </w:pPr>
            <w:r w:rsidRPr="00921951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1" w:type="dxa"/>
          </w:tcPr>
          <w:p w14:paraId="3B30EDC8" w14:textId="7E6FDF35" w:rsidR="0085747A" w:rsidRPr="00921951" w:rsidRDefault="00921951" w:rsidP="00921951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60FD" w:rsidRPr="00EC0A7D" w14:paraId="3B30EDCD" w14:textId="77777777" w:rsidTr="000160FD">
        <w:tc>
          <w:tcPr>
            <w:tcW w:w="1961" w:type="dxa"/>
          </w:tcPr>
          <w:p w14:paraId="3B30EDCA" w14:textId="77777777" w:rsidR="000160FD" w:rsidRPr="00EC0A7D" w:rsidRDefault="000160FD" w:rsidP="00016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3B30EDCB" w14:textId="0504D1AA" w:rsidR="000160FD" w:rsidRPr="00921951" w:rsidRDefault="00921951" w:rsidP="0092195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C205A1" w:rsidRPr="0092195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1" w:type="dxa"/>
          </w:tcPr>
          <w:p w14:paraId="3B30EDCC" w14:textId="7BFDBE67" w:rsidR="000160FD" w:rsidRPr="00921951" w:rsidRDefault="00921951" w:rsidP="00921951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60FD" w:rsidRPr="00EC0A7D" w14:paraId="3B30EDD1" w14:textId="77777777" w:rsidTr="000160FD">
        <w:tc>
          <w:tcPr>
            <w:tcW w:w="1961" w:type="dxa"/>
          </w:tcPr>
          <w:p w14:paraId="3B30EDCE" w14:textId="77777777" w:rsidR="000160FD" w:rsidRPr="00EC0A7D" w:rsidRDefault="000160FD" w:rsidP="00016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3B30EDCF" w14:textId="26E16A1C" w:rsidR="000160FD" w:rsidRPr="00921951" w:rsidRDefault="00921951" w:rsidP="0092195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160FD" w:rsidRPr="0092195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B30EDD0" w14:textId="7D2200E3" w:rsidR="000160FD" w:rsidRPr="00921951" w:rsidRDefault="00921951" w:rsidP="00921951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60FD" w:rsidRPr="00EC0A7D" w14:paraId="3B30EDD5" w14:textId="77777777" w:rsidTr="000160FD">
        <w:tc>
          <w:tcPr>
            <w:tcW w:w="1961" w:type="dxa"/>
          </w:tcPr>
          <w:p w14:paraId="3B30EDD2" w14:textId="77777777" w:rsidR="000160FD" w:rsidRPr="00EC0A7D" w:rsidRDefault="000160FD" w:rsidP="00016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B30EDD3" w14:textId="7ECF2B92" w:rsidR="000160FD" w:rsidRPr="00921951" w:rsidRDefault="00921951" w:rsidP="0092195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160FD" w:rsidRPr="0092195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B30EDD4" w14:textId="58497761" w:rsidR="000160FD" w:rsidRPr="00921951" w:rsidRDefault="00921951" w:rsidP="0092195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  <w:bookmarkStart w:id="0" w:name="_GoBack"/>
            <w:bookmarkEnd w:id="0"/>
          </w:p>
        </w:tc>
      </w:tr>
    </w:tbl>
    <w:p w14:paraId="3B30EDD6" w14:textId="77777777" w:rsidR="00923D7D" w:rsidRPr="00EC0A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0EDD7" w14:textId="77777777" w:rsidR="0085747A" w:rsidRPr="00EC0A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4.2 </w:t>
      </w:r>
      <w:r w:rsidR="0085747A" w:rsidRPr="00EC0A7D">
        <w:rPr>
          <w:rFonts w:ascii="Corbel" w:hAnsi="Corbel"/>
          <w:smallCaps w:val="0"/>
          <w:szCs w:val="24"/>
        </w:rPr>
        <w:t>Warunki zaliczenia przedmiotu (kryteria oceniania)</w:t>
      </w:r>
    </w:p>
    <w:p w14:paraId="3B30EDD8" w14:textId="77777777" w:rsidR="00923D7D" w:rsidRPr="00EC0A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A7D" w14:paraId="3B30EDDC" w14:textId="77777777" w:rsidTr="00AD37F6">
        <w:trPr>
          <w:trHeight w:val="613"/>
        </w:trPr>
        <w:tc>
          <w:tcPr>
            <w:tcW w:w="9670" w:type="dxa"/>
          </w:tcPr>
          <w:p w14:paraId="3B30EDD9" w14:textId="5D25EFE2" w:rsidR="0085747A" w:rsidRPr="00EC0A7D" w:rsidRDefault="004A66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</w:t>
            </w:r>
            <w:r w:rsidR="003437C5" w:rsidRPr="00EC0A7D">
              <w:rPr>
                <w:rFonts w:ascii="Corbel" w:hAnsi="Corbel"/>
                <w:b w:val="0"/>
                <w:smallCaps w:val="0"/>
                <w:szCs w:val="24"/>
              </w:rPr>
              <w:t>ktywne uczestnictwo w zajęciach, projek</w:t>
            </w:r>
            <w:r w:rsidR="00C205A1" w:rsidRPr="00EC0A7D">
              <w:rPr>
                <w:rFonts w:ascii="Corbel" w:hAnsi="Corbel"/>
                <w:b w:val="0"/>
                <w:smallCaps w:val="0"/>
                <w:szCs w:val="24"/>
              </w:rPr>
              <w:t>t</w:t>
            </w:r>
          </w:p>
          <w:p w14:paraId="3B30EDDA" w14:textId="77777777" w:rsidR="00923D7D" w:rsidRPr="00EC0A7D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30EDDB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30EDDD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0EDDE" w14:textId="77777777" w:rsidR="009F4610" w:rsidRPr="00EC0A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</w:t>
      </w:r>
      <w:r w:rsidR="00C61DC5" w:rsidRPr="00EC0A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30EDDF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C0A7D" w14:paraId="3B30EDE2" w14:textId="77777777" w:rsidTr="003E1941">
        <w:tc>
          <w:tcPr>
            <w:tcW w:w="4962" w:type="dxa"/>
            <w:vAlign w:val="center"/>
          </w:tcPr>
          <w:p w14:paraId="3B30EDE0" w14:textId="77777777" w:rsidR="0085747A" w:rsidRPr="00EC0A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0A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0A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30EDE1" w14:textId="77777777" w:rsidR="0085747A" w:rsidRPr="00EC0A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0A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C0A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0A7D" w14:paraId="3B30EDE5" w14:textId="77777777" w:rsidTr="00923D7D">
        <w:tc>
          <w:tcPr>
            <w:tcW w:w="4962" w:type="dxa"/>
          </w:tcPr>
          <w:p w14:paraId="3B30EDE3" w14:textId="77777777" w:rsidR="0085747A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</w:t>
            </w:r>
            <w:r w:rsidR="0085747A" w:rsidRPr="00EC0A7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0A7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0A7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0A7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0A7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0A7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0A7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30EDE4" w14:textId="77777777" w:rsidR="0085747A" w:rsidRPr="00EC0A7D" w:rsidRDefault="00803298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EC0A7D" w14:paraId="3B30EDE9" w14:textId="77777777" w:rsidTr="00923D7D">
        <w:tc>
          <w:tcPr>
            <w:tcW w:w="4962" w:type="dxa"/>
          </w:tcPr>
          <w:p w14:paraId="3B30EDE6" w14:textId="77777777" w:rsidR="00C61DC5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0A7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30EDE7" w14:textId="77777777" w:rsidR="00C61DC5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30EDE8" w14:textId="77777777" w:rsidR="00C61DC5" w:rsidRPr="00EC0A7D" w:rsidRDefault="00667989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C0A7D" w14:paraId="3B30EDED" w14:textId="77777777" w:rsidTr="00923D7D">
        <w:tc>
          <w:tcPr>
            <w:tcW w:w="4962" w:type="dxa"/>
          </w:tcPr>
          <w:p w14:paraId="3B30EDEA" w14:textId="77777777" w:rsidR="0071620A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0A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0A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B30EDEB" w14:textId="77777777" w:rsidR="00C61DC5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B30EDEC" w14:textId="77777777" w:rsidR="00C61DC5" w:rsidRPr="00EC0A7D" w:rsidRDefault="00FC0BC7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C0A7D" w14:paraId="3B30EDF0" w14:textId="77777777" w:rsidTr="00923D7D">
        <w:tc>
          <w:tcPr>
            <w:tcW w:w="4962" w:type="dxa"/>
          </w:tcPr>
          <w:p w14:paraId="3B30EDEE" w14:textId="77777777" w:rsidR="0085747A" w:rsidRPr="00EC0A7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30EDEF" w14:textId="77777777" w:rsidR="0085747A" w:rsidRPr="00EC0A7D" w:rsidRDefault="00FC0BC7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</w:t>
            </w:r>
            <w:r w:rsidR="00803298" w:rsidRPr="00EC0A7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EC0A7D" w14:paraId="3B30EDF3" w14:textId="77777777" w:rsidTr="00923D7D">
        <w:tc>
          <w:tcPr>
            <w:tcW w:w="4962" w:type="dxa"/>
          </w:tcPr>
          <w:p w14:paraId="3B30EDF1" w14:textId="77777777" w:rsidR="0085747A" w:rsidRPr="00EC0A7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30EDF2" w14:textId="77777777" w:rsidR="0085747A" w:rsidRPr="00EC0A7D" w:rsidRDefault="00667989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30EDF4" w14:textId="77777777" w:rsidR="0085747A" w:rsidRPr="00EC0A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0A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30EDF5" w14:textId="77777777" w:rsidR="003E1941" w:rsidRPr="00EC0A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0EDF6" w14:textId="77777777" w:rsidR="0085747A" w:rsidRPr="00EC0A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6. </w:t>
      </w:r>
      <w:r w:rsidR="0085747A" w:rsidRPr="00EC0A7D">
        <w:rPr>
          <w:rFonts w:ascii="Corbel" w:hAnsi="Corbel"/>
          <w:smallCaps w:val="0"/>
          <w:szCs w:val="24"/>
        </w:rPr>
        <w:t>PRAKTYKI ZAWO</w:t>
      </w:r>
      <w:r w:rsidR="009D3F3B" w:rsidRPr="00EC0A7D">
        <w:rPr>
          <w:rFonts w:ascii="Corbel" w:hAnsi="Corbel"/>
          <w:smallCaps w:val="0"/>
          <w:szCs w:val="24"/>
        </w:rPr>
        <w:t>DOWE W RAMACH PRZEDMIOTU</w:t>
      </w:r>
    </w:p>
    <w:p w14:paraId="3B30EDF7" w14:textId="77777777" w:rsidR="0085747A" w:rsidRPr="00EC0A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C0A7D" w14:paraId="3B30EDFA" w14:textId="77777777" w:rsidTr="0071620A">
        <w:trPr>
          <w:trHeight w:val="397"/>
        </w:trPr>
        <w:tc>
          <w:tcPr>
            <w:tcW w:w="3544" w:type="dxa"/>
          </w:tcPr>
          <w:p w14:paraId="3B30EDF8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B30EDF9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0A7D" w14:paraId="3B30EDFD" w14:textId="77777777" w:rsidTr="0071620A">
        <w:trPr>
          <w:trHeight w:val="397"/>
        </w:trPr>
        <w:tc>
          <w:tcPr>
            <w:tcW w:w="3544" w:type="dxa"/>
          </w:tcPr>
          <w:p w14:paraId="3B30EDFB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30EDFC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30EDFE" w14:textId="77777777" w:rsidR="003437C5" w:rsidRPr="00EC0A7D" w:rsidRDefault="003437C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0EDFF" w14:textId="77777777" w:rsidR="0085747A" w:rsidRPr="00EC0A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7. </w:t>
      </w:r>
      <w:r w:rsidR="0085747A" w:rsidRPr="00EC0A7D">
        <w:rPr>
          <w:rFonts w:ascii="Corbel" w:hAnsi="Corbel"/>
          <w:smallCaps w:val="0"/>
          <w:szCs w:val="24"/>
        </w:rPr>
        <w:t>LITERATURA</w:t>
      </w:r>
    </w:p>
    <w:p w14:paraId="3B30EE00" w14:textId="77777777" w:rsidR="00675843" w:rsidRPr="00EC0A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C0A7D" w14:paraId="3B30EE05" w14:textId="77777777" w:rsidTr="0071620A">
        <w:trPr>
          <w:trHeight w:val="397"/>
        </w:trPr>
        <w:tc>
          <w:tcPr>
            <w:tcW w:w="7513" w:type="dxa"/>
          </w:tcPr>
          <w:p w14:paraId="3B30EE01" w14:textId="77777777" w:rsidR="0085747A" w:rsidRPr="003336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361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BD192" w14:textId="77777777" w:rsidR="00E75397" w:rsidRPr="000D7868" w:rsidRDefault="00E75397" w:rsidP="000D7868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Lisiecki M., Zarządzanie bezpieczeństwem publicznym, Oficyna Wydawnicza </w:t>
            </w:r>
            <w:proofErr w:type="spellStart"/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>ŁośGraf</w:t>
            </w:r>
            <w:proofErr w:type="spellEnd"/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>, Wydawnictwa Akademickie i Profesjonalne, 2010.</w:t>
            </w:r>
          </w:p>
          <w:p w14:paraId="3B30EE04" w14:textId="0C339620" w:rsidR="003437C5" w:rsidRPr="00333618" w:rsidRDefault="00E75397" w:rsidP="000D7868">
            <w:pPr>
              <w:ind w:left="201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>Misiuk</w:t>
            </w:r>
            <w:proofErr w:type="spellEnd"/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A., Administracja porządku i bezpieczeństwa publicznego. Zagadnienia prawno-ustrojowe, Warszawa 2008.</w:t>
            </w:r>
          </w:p>
        </w:tc>
      </w:tr>
      <w:tr w:rsidR="0085747A" w:rsidRPr="00EC0A7D" w14:paraId="3B30EE0A" w14:textId="77777777" w:rsidTr="0071620A">
        <w:trPr>
          <w:trHeight w:val="397"/>
        </w:trPr>
        <w:tc>
          <w:tcPr>
            <w:tcW w:w="7513" w:type="dxa"/>
          </w:tcPr>
          <w:p w14:paraId="3B30EE06" w14:textId="14D9EB0A" w:rsidR="0085747A" w:rsidRPr="003336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361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93861A" w14:textId="77777777" w:rsidR="00E75397" w:rsidRPr="00333618" w:rsidRDefault="00E75397" w:rsidP="000D7868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14:paraId="0F8C58E8" w14:textId="77777777" w:rsidR="00E75397" w:rsidRPr="00333618" w:rsidRDefault="00E75397" w:rsidP="000D7868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>Lasocik</w:t>
            </w:r>
            <w:proofErr w:type="spellEnd"/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Z., Organizacja i zasady działania więziennictwa, [w:] System penitencjarny i postpenitencjarny, red. T. Bulendy i R. </w:t>
            </w:r>
            <w:proofErr w:type="spellStart"/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>Musidłowski</w:t>
            </w:r>
            <w:proofErr w:type="spellEnd"/>
            <w:r w:rsidRPr="00333618">
              <w:rPr>
                <w:rStyle w:val="wrtext"/>
                <w:rFonts w:ascii="Corbel" w:hAnsi="Corbel"/>
                <w:bCs/>
                <w:sz w:val="24"/>
                <w:szCs w:val="24"/>
              </w:rPr>
              <w:t>, Warszawa 2003.</w:t>
            </w:r>
          </w:p>
          <w:p w14:paraId="163B7E5F" w14:textId="77777777" w:rsidR="00E75397" w:rsidRPr="00333618" w:rsidRDefault="00E75397" w:rsidP="000D7868">
            <w:pPr>
              <w:ind w:left="201"/>
              <w:jc w:val="both"/>
              <w:rPr>
                <w:b/>
                <w:sz w:val="24"/>
                <w:szCs w:val="24"/>
              </w:rPr>
            </w:pPr>
            <w:r w:rsidRPr="00333618">
              <w:rPr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sz w:val="24"/>
                <w:szCs w:val="24"/>
              </w:rPr>
              <w:t>j</w:t>
            </w:r>
            <w:r w:rsidRPr="00333618">
              <w:rPr>
                <w:sz w:val="24"/>
                <w:szCs w:val="24"/>
              </w:rPr>
              <w:t xml:space="preserve">ako organ pomocniczy, Rzeszów 2020. </w:t>
            </w:r>
          </w:p>
          <w:p w14:paraId="3B30EE09" w14:textId="113F027B" w:rsidR="003437C5" w:rsidRPr="00333618" w:rsidRDefault="003437C5" w:rsidP="00EC0A7D">
            <w:pPr>
              <w:pStyle w:val="Punktygwne"/>
              <w:spacing w:before="0" w:after="0"/>
              <w:ind w:left="198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</w:p>
        </w:tc>
      </w:tr>
    </w:tbl>
    <w:p w14:paraId="3B30EE0B" w14:textId="77777777" w:rsidR="0085747A" w:rsidRPr="00EC0A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0EE0C" w14:textId="77777777" w:rsidR="0085747A" w:rsidRPr="00EC0A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0EE0D" w14:textId="77777777" w:rsidR="0085747A" w:rsidRPr="00EC0A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0A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0EF9A" w14:textId="77777777" w:rsidR="00AB4AD3" w:rsidRDefault="00AB4AD3" w:rsidP="00C16ABF">
      <w:pPr>
        <w:spacing w:after="0" w:line="240" w:lineRule="auto"/>
      </w:pPr>
      <w:r>
        <w:separator/>
      </w:r>
    </w:p>
  </w:endnote>
  <w:endnote w:type="continuationSeparator" w:id="0">
    <w:p w14:paraId="551BFC46" w14:textId="77777777" w:rsidR="00AB4AD3" w:rsidRDefault="00AB4A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BE71D" w14:textId="77777777" w:rsidR="00AB4AD3" w:rsidRDefault="00AB4AD3" w:rsidP="00C16ABF">
      <w:pPr>
        <w:spacing w:after="0" w:line="240" w:lineRule="auto"/>
      </w:pPr>
      <w:r>
        <w:separator/>
      </w:r>
    </w:p>
  </w:footnote>
  <w:footnote w:type="continuationSeparator" w:id="0">
    <w:p w14:paraId="696B8FDA" w14:textId="77777777" w:rsidR="00AB4AD3" w:rsidRDefault="00AB4AD3" w:rsidP="00C16ABF">
      <w:pPr>
        <w:spacing w:after="0" w:line="240" w:lineRule="auto"/>
      </w:pPr>
      <w:r>
        <w:continuationSeparator/>
      </w:r>
    </w:p>
  </w:footnote>
  <w:footnote w:id="1">
    <w:p w14:paraId="3B30EE14" w14:textId="77777777" w:rsidR="007F54D0" w:rsidRDefault="007F5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02D7"/>
    <w:multiLevelType w:val="hybridMultilevel"/>
    <w:tmpl w:val="EDB04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679D8"/>
    <w:multiLevelType w:val="hybridMultilevel"/>
    <w:tmpl w:val="6DA4BBCA"/>
    <w:lvl w:ilvl="0" w:tplc="DD12B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1ED"/>
    <w:rsid w:val="000048FD"/>
    <w:rsid w:val="000077B4"/>
    <w:rsid w:val="00015B8F"/>
    <w:rsid w:val="000160F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868"/>
    <w:rsid w:val="000F1C57"/>
    <w:rsid w:val="000F5615"/>
    <w:rsid w:val="0010140B"/>
    <w:rsid w:val="00124BFF"/>
    <w:rsid w:val="0012560E"/>
    <w:rsid w:val="00127108"/>
    <w:rsid w:val="00134B13"/>
    <w:rsid w:val="00146BC0"/>
    <w:rsid w:val="00153C41"/>
    <w:rsid w:val="00154381"/>
    <w:rsid w:val="001564E8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618"/>
    <w:rsid w:val="003343CF"/>
    <w:rsid w:val="003437C5"/>
    <w:rsid w:val="00346FE9"/>
    <w:rsid w:val="0034759A"/>
    <w:rsid w:val="003503F6"/>
    <w:rsid w:val="003530DD"/>
    <w:rsid w:val="00363F78"/>
    <w:rsid w:val="00377E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15C"/>
    <w:rsid w:val="0042244A"/>
    <w:rsid w:val="0042745A"/>
    <w:rsid w:val="00431D5C"/>
    <w:rsid w:val="00435C9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6EA"/>
    <w:rsid w:val="004D5282"/>
    <w:rsid w:val="004F1551"/>
    <w:rsid w:val="004F55A3"/>
    <w:rsid w:val="004F79B0"/>
    <w:rsid w:val="0050496F"/>
    <w:rsid w:val="00513B6F"/>
    <w:rsid w:val="00517C63"/>
    <w:rsid w:val="00522CB6"/>
    <w:rsid w:val="005363C4"/>
    <w:rsid w:val="00536BDE"/>
    <w:rsid w:val="00543ACC"/>
    <w:rsid w:val="0055382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989"/>
    <w:rsid w:val="00671958"/>
    <w:rsid w:val="00675843"/>
    <w:rsid w:val="006931B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D0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447"/>
    <w:rsid w:val="007D6E56"/>
    <w:rsid w:val="007E4456"/>
    <w:rsid w:val="007F4155"/>
    <w:rsid w:val="007F54D0"/>
    <w:rsid w:val="00803298"/>
    <w:rsid w:val="0081328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E7A"/>
    <w:rsid w:val="008E2475"/>
    <w:rsid w:val="008E64F4"/>
    <w:rsid w:val="008F12C9"/>
    <w:rsid w:val="008F6E29"/>
    <w:rsid w:val="00916188"/>
    <w:rsid w:val="00921951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C8"/>
    <w:rsid w:val="009F4610"/>
    <w:rsid w:val="00A00ECC"/>
    <w:rsid w:val="00A155EE"/>
    <w:rsid w:val="00A2245B"/>
    <w:rsid w:val="00A30110"/>
    <w:rsid w:val="00A3547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AD3"/>
    <w:rsid w:val="00AC7520"/>
    <w:rsid w:val="00AD1146"/>
    <w:rsid w:val="00AD27D3"/>
    <w:rsid w:val="00AD37F6"/>
    <w:rsid w:val="00AD5E51"/>
    <w:rsid w:val="00AD66D6"/>
    <w:rsid w:val="00AE1160"/>
    <w:rsid w:val="00AE203C"/>
    <w:rsid w:val="00AE2E74"/>
    <w:rsid w:val="00AE5FCB"/>
    <w:rsid w:val="00AF2C1E"/>
    <w:rsid w:val="00AF6D5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5A1"/>
    <w:rsid w:val="00C26CB7"/>
    <w:rsid w:val="00C324C1"/>
    <w:rsid w:val="00C36992"/>
    <w:rsid w:val="00C56036"/>
    <w:rsid w:val="00C61DC5"/>
    <w:rsid w:val="00C67E92"/>
    <w:rsid w:val="00C70A26"/>
    <w:rsid w:val="00C766DF"/>
    <w:rsid w:val="00C84CDE"/>
    <w:rsid w:val="00C94B98"/>
    <w:rsid w:val="00CA2B96"/>
    <w:rsid w:val="00CA3EA7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6D08"/>
    <w:rsid w:val="00DE09C0"/>
    <w:rsid w:val="00DE4A14"/>
    <w:rsid w:val="00DF15DD"/>
    <w:rsid w:val="00DF320D"/>
    <w:rsid w:val="00DF71C8"/>
    <w:rsid w:val="00E129B8"/>
    <w:rsid w:val="00E21E7D"/>
    <w:rsid w:val="00E22FBC"/>
    <w:rsid w:val="00E24BF5"/>
    <w:rsid w:val="00E25338"/>
    <w:rsid w:val="00E40471"/>
    <w:rsid w:val="00E51E44"/>
    <w:rsid w:val="00E63348"/>
    <w:rsid w:val="00E742AA"/>
    <w:rsid w:val="00E75397"/>
    <w:rsid w:val="00E77E88"/>
    <w:rsid w:val="00E8107D"/>
    <w:rsid w:val="00E960BB"/>
    <w:rsid w:val="00EA2074"/>
    <w:rsid w:val="00EA4832"/>
    <w:rsid w:val="00EA4E9D"/>
    <w:rsid w:val="00EC0A7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E25"/>
    <w:rsid w:val="00F617C3"/>
    <w:rsid w:val="00F7066B"/>
    <w:rsid w:val="00F7152B"/>
    <w:rsid w:val="00F83B28"/>
    <w:rsid w:val="00F974DA"/>
    <w:rsid w:val="00FA46E5"/>
    <w:rsid w:val="00FB7DBA"/>
    <w:rsid w:val="00FC0BC7"/>
    <w:rsid w:val="00FC1C25"/>
    <w:rsid w:val="00FC3F45"/>
    <w:rsid w:val="00FD503F"/>
    <w:rsid w:val="00FD7589"/>
    <w:rsid w:val="00FF016A"/>
    <w:rsid w:val="00FF1401"/>
    <w:rsid w:val="00FF5E7D"/>
    <w:rsid w:val="1146B0B6"/>
    <w:rsid w:val="3C8B879A"/>
    <w:rsid w:val="7B61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ED08"/>
  <w15:docId w15:val="{5976E418-D267-46E4-BA85-07A9D1E1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F71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C94B-8486-4577-A25E-7B094EC04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4A324E-2DF5-4320-9B91-1E29754ADD15}"/>
</file>

<file path=customXml/itemProps3.xml><?xml version="1.0" encoding="utf-8"?>
<ds:datastoreItem xmlns:ds="http://schemas.openxmlformats.org/officeDocument/2006/customXml" ds:itemID="{965D02C2-BA09-4F3F-A219-844CCB58B8D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CE50B3-A4CE-4A4B-AE25-0E000985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740</Words>
  <Characters>4443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14</cp:revision>
  <cp:lastPrinted>2019-02-06T12:12:00Z</cp:lastPrinted>
  <dcterms:created xsi:type="dcterms:W3CDTF">2020-11-18T12:44:00Z</dcterms:created>
  <dcterms:modified xsi:type="dcterms:W3CDTF">2021-11-15T12:26:00Z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